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23" w:rsidRPr="002F3027" w:rsidRDefault="00127023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2F3027">
        <w:rPr>
          <w:sz w:val="27"/>
          <w:szCs w:val="27"/>
        </w:rPr>
        <w:t>ПРИЛЖЕНИЕ №</w:t>
      </w:r>
      <w:r>
        <w:rPr>
          <w:sz w:val="27"/>
          <w:szCs w:val="27"/>
        </w:rPr>
        <w:t xml:space="preserve"> 8</w:t>
      </w:r>
      <w:r w:rsidRPr="002F3027">
        <w:rPr>
          <w:sz w:val="27"/>
          <w:szCs w:val="27"/>
        </w:rPr>
        <w:t xml:space="preserve"> </w:t>
      </w:r>
    </w:p>
    <w:p w:rsidR="00127023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 w:rsidRPr="002F3027">
        <w:rPr>
          <w:sz w:val="27"/>
          <w:szCs w:val="27"/>
        </w:rPr>
        <w:t xml:space="preserve">к решению Совета Школьненского </w:t>
      </w:r>
    </w:p>
    <w:p w:rsidR="00127023" w:rsidRPr="002F3027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 w:rsidRPr="002F3027">
        <w:rPr>
          <w:sz w:val="27"/>
          <w:szCs w:val="27"/>
        </w:rPr>
        <w:t>сельского поселения Белореченского района</w:t>
      </w:r>
    </w:p>
    <w:p w:rsidR="00127023" w:rsidRPr="002F3027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 w:rsidRPr="002F3027">
        <w:rPr>
          <w:sz w:val="27"/>
          <w:szCs w:val="27"/>
        </w:rPr>
        <w:t xml:space="preserve">от </w:t>
      </w:r>
      <w:r>
        <w:rPr>
          <w:sz w:val="27"/>
          <w:szCs w:val="27"/>
        </w:rPr>
        <w:t>15.10.</w:t>
      </w:r>
      <w:r w:rsidRPr="002F3027">
        <w:rPr>
          <w:sz w:val="27"/>
          <w:szCs w:val="27"/>
        </w:rPr>
        <w:t xml:space="preserve"> 2015 г. № </w:t>
      </w:r>
      <w:r>
        <w:rPr>
          <w:sz w:val="27"/>
          <w:szCs w:val="27"/>
        </w:rPr>
        <w:t>53</w:t>
      </w:r>
    </w:p>
    <w:p w:rsidR="00127023" w:rsidRPr="002F3027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 w:rsidRPr="002F3027">
        <w:rPr>
          <w:sz w:val="27"/>
          <w:szCs w:val="27"/>
        </w:rPr>
        <w:t>«ПИЛОЖЕНИЕ №</w:t>
      </w:r>
      <w:r>
        <w:rPr>
          <w:sz w:val="27"/>
          <w:szCs w:val="27"/>
        </w:rPr>
        <w:t xml:space="preserve"> 8</w:t>
      </w:r>
    </w:p>
    <w:p w:rsidR="00127023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 w:rsidRPr="002F3027">
        <w:rPr>
          <w:sz w:val="27"/>
          <w:szCs w:val="27"/>
        </w:rPr>
        <w:t>к решению Совета Школьненского сельского поселения Белореченского района</w:t>
      </w:r>
      <w:r w:rsidRPr="00C5519D">
        <w:rPr>
          <w:sz w:val="27"/>
          <w:szCs w:val="27"/>
        </w:rPr>
        <w:t xml:space="preserve"> </w:t>
      </w:r>
    </w:p>
    <w:p w:rsidR="00127023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>
        <w:rPr>
          <w:sz w:val="27"/>
          <w:szCs w:val="27"/>
        </w:rPr>
        <w:t>от 18.12.2014 г. №25</w:t>
      </w:r>
    </w:p>
    <w:p w:rsidR="00127023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  <w:r w:rsidRPr="002F3027">
        <w:rPr>
          <w:sz w:val="27"/>
          <w:szCs w:val="27"/>
        </w:rPr>
        <w:t>в редакции решения Совета Школьненского</w:t>
      </w:r>
    </w:p>
    <w:p w:rsidR="00127023" w:rsidRPr="00F32DAD" w:rsidRDefault="00127023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7"/>
          <w:szCs w:val="27"/>
        </w:rPr>
        <w:t xml:space="preserve">                                                                   </w:t>
      </w:r>
      <w:r w:rsidRPr="00F32DAD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127023" w:rsidRPr="00F32DAD" w:rsidRDefault="00127023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F32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32DAD">
        <w:rPr>
          <w:rFonts w:ascii="Times New Roman" w:hAnsi="Times New Roman" w:cs="Times New Roman"/>
          <w:sz w:val="28"/>
          <w:szCs w:val="28"/>
        </w:rPr>
        <w:t>от 15.10. 2015 г</w:t>
      </w:r>
      <w:r>
        <w:rPr>
          <w:rFonts w:ascii="Times New Roman" w:hAnsi="Times New Roman" w:cs="Times New Roman"/>
          <w:sz w:val="28"/>
          <w:szCs w:val="28"/>
        </w:rPr>
        <w:t>. № 53</w:t>
      </w:r>
    </w:p>
    <w:p w:rsidR="00127023" w:rsidRDefault="0012702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</w:p>
    <w:p w:rsidR="00127023" w:rsidRDefault="00127023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127023" w:rsidRPr="00F057D4" w:rsidRDefault="00127023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127023" w:rsidRPr="00FD0CD3" w:rsidRDefault="00127023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127023" w:rsidRPr="00FD0CD3" w:rsidRDefault="00127023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127023" w:rsidRPr="009105B9" w:rsidRDefault="00127023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23" w:rsidRDefault="00127023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127023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023" w:rsidRPr="001435FF" w:rsidRDefault="00127023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023" w:rsidRPr="008D66B7" w:rsidRDefault="00127023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7023" w:rsidRPr="001435FF" w:rsidRDefault="00127023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127023" w:rsidRPr="001435FF" w:rsidRDefault="00127023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127023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023" w:rsidRPr="001435FF" w:rsidRDefault="00127023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023" w:rsidRPr="001435FF" w:rsidRDefault="00127023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023" w:rsidRPr="001435FF" w:rsidRDefault="00127023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27023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127023" w:rsidRPr="001435FF" w:rsidRDefault="00127023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127023" w:rsidRPr="009C2D45" w:rsidRDefault="00127023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127023" w:rsidRPr="00690313" w:rsidRDefault="00127023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023" w:rsidRPr="001435FF">
        <w:trPr>
          <w:trHeight w:val="113"/>
        </w:trPr>
        <w:tc>
          <w:tcPr>
            <w:tcW w:w="561" w:type="dxa"/>
            <w:vMerge/>
          </w:tcPr>
          <w:p w:rsidR="00127023" w:rsidRPr="001435FF" w:rsidRDefault="00127023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127023" w:rsidRPr="001435FF" w:rsidRDefault="00127023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127023" w:rsidRPr="001569FE" w:rsidRDefault="00127023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9 138 000.00</w:t>
            </w:r>
          </w:p>
        </w:tc>
      </w:tr>
      <w:tr w:rsidR="00127023" w:rsidRPr="00A755D8">
        <w:trPr>
          <w:trHeight w:val="113"/>
        </w:trPr>
        <w:tc>
          <w:tcPr>
            <w:tcW w:w="561" w:type="dxa"/>
          </w:tcPr>
          <w:p w:rsidR="00127023" w:rsidRPr="00A755D8" w:rsidRDefault="00127023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127023" w:rsidRPr="00A755D8" w:rsidRDefault="00127023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127023" w:rsidRPr="00A755D8" w:rsidRDefault="00127023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27023" w:rsidRPr="00EE057C">
        <w:trPr>
          <w:trHeight w:val="113"/>
        </w:trPr>
        <w:tc>
          <w:tcPr>
            <w:tcW w:w="6961" w:type="dxa"/>
            <w:gridSpan w:val="2"/>
          </w:tcPr>
          <w:p w:rsidR="00127023" w:rsidRPr="00EE057C" w:rsidRDefault="00127023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127023" w:rsidRDefault="00127023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9 138 000.00</w:t>
            </w:r>
          </w:p>
        </w:tc>
      </w:tr>
    </w:tbl>
    <w:p w:rsidR="00127023" w:rsidRPr="00EE057C" w:rsidRDefault="00127023">
      <w:pPr>
        <w:rPr>
          <w:rFonts w:ascii="Times New Roman" w:hAnsi="Times New Roman" w:cs="Times New Roman"/>
          <w:sz w:val="28"/>
          <w:szCs w:val="28"/>
        </w:rPr>
      </w:pPr>
    </w:p>
    <w:p w:rsidR="00127023" w:rsidRPr="00EE057C" w:rsidRDefault="00127023">
      <w:pPr>
        <w:rPr>
          <w:rFonts w:ascii="Times New Roman" w:hAnsi="Times New Roman" w:cs="Times New Roman"/>
          <w:sz w:val="28"/>
          <w:szCs w:val="28"/>
        </w:rPr>
      </w:pPr>
    </w:p>
    <w:p w:rsidR="00127023" w:rsidRPr="00EE057C" w:rsidRDefault="00127023">
      <w:pPr>
        <w:rPr>
          <w:rFonts w:ascii="Times New Roman" w:hAnsi="Times New Roman" w:cs="Times New Roman"/>
          <w:sz w:val="28"/>
          <w:szCs w:val="28"/>
        </w:rPr>
      </w:pPr>
    </w:p>
    <w:p w:rsidR="00127023" w:rsidRPr="00EE057C" w:rsidRDefault="00127023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127023" w:rsidRDefault="00127023"/>
    <w:sectPr w:rsidR="00127023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109C"/>
    <w:rsid w:val="0062670C"/>
    <w:rsid w:val="006333B8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52DD"/>
    <w:rsid w:val="00DF068A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2DAD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rFonts w:cs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154</Words>
  <Characters>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10</cp:revision>
  <cp:lastPrinted>2015-10-16T06:50:00Z</cp:lastPrinted>
  <dcterms:created xsi:type="dcterms:W3CDTF">2014-11-11T11:46:00Z</dcterms:created>
  <dcterms:modified xsi:type="dcterms:W3CDTF">2015-10-16T06:50:00Z</dcterms:modified>
</cp:coreProperties>
</file>